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5C66" w:rsidRDefault="00415C66" w:rsidP="00C177C1">
      <w:pPr>
        <w:spacing w:after="0"/>
      </w:pPr>
      <w:r>
        <w:t>NAME: ________________________________</w:t>
      </w:r>
      <w:r>
        <w:tab/>
      </w:r>
      <w:r>
        <w:tab/>
      </w:r>
      <w:r>
        <w:tab/>
      </w:r>
      <w:r>
        <w:tab/>
      </w:r>
      <w:r>
        <w:tab/>
      </w:r>
      <w:r>
        <w:tab/>
        <w:t>Stat &amp; Data: Warm Up</w:t>
      </w:r>
    </w:p>
    <w:p w:rsidR="00415C66" w:rsidRDefault="00415C66" w:rsidP="00C177C1">
      <w:pPr>
        <w:spacing w:after="0"/>
      </w:pPr>
    </w:p>
    <w:p w:rsidR="00415C66" w:rsidRDefault="00415C66" w:rsidP="00C177C1">
      <w:pPr>
        <w:pStyle w:val="ListParagraph"/>
        <w:numPr>
          <w:ilvl w:val="0"/>
          <w:numId w:val="1"/>
        </w:numPr>
        <w:spacing w:after="0"/>
      </w:pPr>
      <w:r>
        <w:t xml:space="preserve">Using the list DATA1 that you got from Mrs. McNelis’ calculators, create a histogram below.  Start your x-axis at 60 and make your classes (bars) 5 units wide.  </w:t>
      </w:r>
    </w:p>
    <w:p w:rsidR="00415C66" w:rsidRDefault="00415C66" w:rsidP="00543993">
      <w:pPr>
        <w:spacing w:after="0"/>
      </w:pPr>
    </w:p>
    <w:p w:rsidR="00415C66" w:rsidRDefault="00415C66" w:rsidP="00543993">
      <w:pPr>
        <w:spacing w:after="0"/>
      </w:pPr>
    </w:p>
    <w:p w:rsidR="00415C66" w:rsidRDefault="00415C66" w:rsidP="00543993">
      <w:pPr>
        <w:spacing w:after="0"/>
      </w:pPr>
    </w:p>
    <w:p w:rsidR="00415C66" w:rsidRDefault="00415C66" w:rsidP="00543993">
      <w:pPr>
        <w:spacing w:after="0"/>
      </w:pPr>
    </w:p>
    <w:p w:rsidR="00415C66" w:rsidRDefault="00415C66" w:rsidP="00543993">
      <w:pPr>
        <w:spacing w:after="0"/>
      </w:pPr>
    </w:p>
    <w:p w:rsidR="00415C66" w:rsidRDefault="00415C66" w:rsidP="00543993">
      <w:pPr>
        <w:spacing w:after="0"/>
      </w:pPr>
    </w:p>
    <w:p w:rsidR="00415C66" w:rsidRDefault="00415C66" w:rsidP="00543993">
      <w:pPr>
        <w:spacing w:after="0"/>
      </w:pPr>
    </w:p>
    <w:p w:rsidR="00415C66" w:rsidRDefault="00415C66" w:rsidP="00543993">
      <w:pPr>
        <w:spacing w:after="0"/>
      </w:pPr>
    </w:p>
    <w:p w:rsidR="00415C66" w:rsidRDefault="00415C66" w:rsidP="00C177C1">
      <w:pPr>
        <w:pStyle w:val="ListParagraph"/>
        <w:numPr>
          <w:ilvl w:val="0"/>
          <w:numId w:val="1"/>
        </w:numPr>
        <w:spacing w:after="0"/>
      </w:pPr>
      <w:r>
        <w:t xml:space="preserve">Describe the distribution (shape, center, spread, </w:t>
      </w:r>
      <w:r>
        <w:rPr>
          <w:b/>
        </w:rPr>
        <w:t>other notable features</w:t>
      </w:r>
      <w:r>
        <w:t>).  Do you think the highest observation is an outlier?</w:t>
      </w:r>
    </w:p>
    <w:p w:rsidR="00415C66" w:rsidRDefault="00415C66" w:rsidP="00543993">
      <w:pPr>
        <w:spacing w:after="0"/>
      </w:pPr>
    </w:p>
    <w:p w:rsidR="00415C66" w:rsidRDefault="00415C66" w:rsidP="00543993">
      <w:pPr>
        <w:spacing w:after="0"/>
      </w:pPr>
    </w:p>
    <w:p w:rsidR="00415C66" w:rsidRDefault="00415C66" w:rsidP="00543993">
      <w:pPr>
        <w:spacing w:after="0"/>
      </w:pPr>
    </w:p>
    <w:p w:rsidR="00415C66" w:rsidRDefault="00415C66" w:rsidP="00C177C1">
      <w:pPr>
        <w:pStyle w:val="ListParagraph"/>
        <w:numPr>
          <w:ilvl w:val="0"/>
          <w:numId w:val="1"/>
        </w:numPr>
        <w:spacing w:after="0"/>
      </w:pPr>
      <w:r>
        <w:t>Find the following pieces of information using your calculator</w:t>
      </w:r>
    </w:p>
    <w:p w:rsidR="00415C66" w:rsidRDefault="00415C66" w:rsidP="00083F78">
      <w:pPr>
        <w:pStyle w:val="ListParagraph"/>
        <w:spacing w:after="0"/>
        <w:ind w:left="1080"/>
      </w:pPr>
      <w:r>
        <w:t>Mean = __________</w:t>
      </w:r>
      <w:r>
        <w:tab/>
      </w:r>
      <w:r>
        <w:tab/>
        <w:t>n = ____________</w:t>
      </w:r>
    </w:p>
    <w:p w:rsidR="00415C66" w:rsidRDefault="00415C66" w:rsidP="00083F78">
      <w:pPr>
        <w:pStyle w:val="ListParagraph"/>
        <w:spacing w:after="0"/>
        <w:ind w:left="1080"/>
      </w:pPr>
      <w:r>
        <w:t>Min = ___________</w:t>
      </w:r>
      <w:r>
        <w:tab/>
      </w:r>
      <w:r>
        <w:tab/>
      </w:r>
      <w:r>
        <w:tab/>
        <w:t>Q1 = _____________</w:t>
      </w:r>
    </w:p>
    <w:p w:rsidR="00415C66" w:rsidRDefault="00415C66" w:rsidP="00083F78">
      <w:pPr>
        <w:pStyle w:val="ListParagraph"/>
        <w:spacing w:after="0"/>
        <w:ind w:left="1080"/>
      </w:pPr>
      <w:r>
        <w:t>Median = _____________</w:t>
      </w:r>
      <w:r>
        <w:tab/>
      </w:r>
      <w:r>
        <w:tab/>
        <w:t>Q3 = _____________</w:t>
      </w:r>
    </w:p>
    <w:p w:rsidR="00415C66" w:rsidRDefault="00415C66" w:rsidP="00083F78">
      <w:pPr>
        <w:pStyle w:val="ListParagraph"/>
        <w:spacing w:after="0"/>
        <w:ind w:left="1080"/>
      </w:pPr>
      <w:r>
        <w:t>Maximum = _____________</w:t>
      </w:r>
      <w:r>
        <w:tab/>
        <w:t>IQR =  ____________</w:t>
      </w:r>
    </w:p>
    <w:p w:rsidR="00415C66" w:rsidRDefault="00415C66" w:rsidP="00083F78">
      <w:pPr>
        <w:pStyle w:val="ListParagraph"/>
        <w:spacing w:after="0"/>
        <w:ind w:left="1080"/>
      </w:pPr>
      <w:r>
        <w:t>Range = _______________</w:t>
      </w:r>
      <w:r>
        <w:tab/>
      </w:r>
    </w:p>
    <w:p w:rsidR="00415C66" w:rsidRDefault="00415C66" w:rsidP="00083F78">
      <w:pPr>
        <w:pStyle w:val="ListParagraph"/>
        <w:spacing w:after="0"/>
        <w:ind w:left="0"/>
      </w:pPr>
    </w:p>
    <w:p w:rsidR="00415C66" w:rsidRDefault="00415C66" w:rsidP="00C177C1">
      <w:pPr>
        <w:pStyle w:val="ListParagraph"/>
        <w:numPr>
          <w:ilvl w:val="0"/>
          <w:numId w:val="1"/>
        </w:numPr>
        <w:spacing w:after="0"/>
      </w:pPr>
      <w:r>
        <w:t xml:space="preserve">Create a boxplot of the data below (use your calculator to help you out).  </w:t>
      </w:r>
    </w:p>
    <w:p w:rsidR="00415C66" w:rsidRDefault="00415C66" w:rsidP="00543993">
      <w:pPr>
        <w:spacing w:after="0"/>
      </w:pPr>
    </w:p>
    <w:p w:rsidR="00415C66" w:rsidRDefault="00415C66" w:rsidP="00543993">
      <w:pPr>
        <w:spacing w:after="0"/>
      </w:pPr>
    </w:p>
    <w:p w:rsidR="00415C66" w:rsidRDefault="00415C66" w:rsidP="00543993">
      <w:pPr>
        <w:spacing w:after="0"/>
      </w:pPr>
    </w:p>
    <w:p w:rsidR="00415C66" w:rsidRDefault="00415C66" w:rsidP="00543993">
      <w:pPr>
        <w:spacing w:after="0"/>
      </w:pPr>
    </w:p>
    <w:p w:rsidR="00415C66" w:rsidRDefault="00415C66" w:rsidP="00543993">
      <w:pPr>
        <w:spacing w:after="0"/>
      </w:pPr>
    </w:p>
    <w:p w:rsidR="00415C66" w:rsidRDefault="00415C66" w:rsidP="00543993">
      <w:pPr>
        <w:spacing w:after="0"/>
      </w:pPr>
    </w:p>
    <w:p w:rsidR="00415C66" w:rsidRDefault="00415C66" w:rsidP="00C177C1">
      <w:pPr>
        <w:pStyle w:val="ListParagraph"/>
        <w:numPr>
          <w:ilvl w:val="0"/>
          <w:numId w:val="1"/>
        </w:numPr>
        <w:spacing w:after="0"/>
      </w:pPr>
      <w:r>
        <w:t xml:space="preserve">Does the boxplot on the calculator think the highest observation is an outlier?  What notable feature that was seen in the histogram does the boxplot </w:t>
      </w:r>
      <w:r w:rsidRPr="00543993">
        <w:rPr>
          <w:b/>
          <w:i/>
          <w:u w:val="single"/>
        </w:rPr>
        <w:t>not</w:t>
      </w:r>
      <w:r>
        <w:t xml:space="preserve"> show?</w:t>
      </w:r>
    </w:p>
    <w:p w:rsidR="00415C66" w:rsidRDefault="00415C66" w:rsidP="00543993">
      <w:pPr>
        <w:spacing w:after="0"/>
      </w:pPr>
    </w:p>
    <w:p w:rsidR="00415C66" w:rsidRDefault="00415C66" w:rsidP="00543993">
      <w:pPr>
        <w:spacing w:after="0"/>
      </w:pPr>
    </w:p>
    <w:p w:rsidR="00415C66" w:rsidRDefault="00415C66" w:rsidP="00543993">
      <w:pPr>
        <w:spacing w:after="0"/>
      </w:pPr>
    </w:p>
    <w:p w:rsidR="00415C66" w:rsidRDefault="00415C66" w:rsidP="00C177C1">
      <w:pPr>
        <w:pStyle w:val="ListParagraph"/>
        <w:numPr>
          <w:ilvl w:val="0"/>
          <w:numId w:val="1"/>
        </w:numPr>
        <w:spacing w:after="0"/>
      </w:pPr>
      <w:r>
        <w:t>What number does the highest 25% of the data lie above?</w:t>
      </w:r>
    </w:p>
    <w:p w:rsidR="00415C66" w:rsidRDefault="00415C66" w:rsidP="00543993">
      <w:pPr>
        <w:spacing w:after="0"/>
        <w:ind w:left="360"/>
      </w:pPr>
    </w:p>
    <w:p w:rsidR="00415C66" w:rsidRDefault="00415C66" w:rsidP="00C177C1">
      <w:pPr>
        <w:pStyle w:val="ListParagraph"/>
        <w:numPr>
          <w:ilvl w:val="0"/>
          <w:numId w:val="1"/>
        </w:numPr>
        <w:spacing w:after="0"/>
      </w:pPr>
      <w:r>
        <w:t>What number does the lowest 25% of the data lie above?</w:t>
      </w:r>
    </w:p>
    <w:p w:rsidR="00415C66" w:rsidRDefault="00415C66" w:rsidP="00543993">
      <w:pPr>
        <w:spacing w:after="0"/>
      </w:pPr>
    </w:p>
    <w:p w:rsidR="00415C66" w:rsidRDefault="00415C66" w:rsidP="00C177C1">
      <w:pPr>
        <w:pStyle w:val="ListParagraph"/>
        <w:numPr>
          <w:ilvl w:val="0"/>
          <w:numId w:val="1"/>
        </w:numPr>
        <w:spacing w:after="0"/>
      </w:pPr>
      <w:r>
        <w:t>What is the range of the middle 50% of the data?</w:t>
      </w:r>
    </w:p>
    <w:sectPr w:rsidR="00415C66" w:rsidSect="00C177C1">
      <w:pgSz w:w="12240" w:h="15840"/>
      <w:pgMar w:top="1008" w:right="1008" w:bottom="1008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9F2941"/>
    <w:multiLevelType w:val="hybridMultilevel"/>
    <w:tmpl w:val="2D62778C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177C1"/>
    <w:rsid w:val="00071894"/>
    <w:rsid w:val="00083F78"/>
    <w:rsid w:val="00124B8A"/>
    <w:rsid w:val="00143AB1"/>
    <w:rsid w:val="0035117A"/>
    <w:rsid w:val="00415C66"/>
    <w:rsid w:val="00543993"/>
    <w:rsid w:val="00623C43"/>
    <w:rsid w:val="00645277"/>
    <w:rsid w:val="007E4E0D"/>
    <w:rsid w:val="009477B0"/>
    <w:rsid w:val="00A20CB0"/>
    <w:rsid w:val="00B20389"/>
    <w:rsid w:val="00B80ABD"/>
    <w:rsid w:val="00C16D5C"/>
    <w:rsid w:val="00C177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0ABD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C177C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35</TotalTime>
  <Pages>1</Pages>
  <Words>152</Words>
  <Characters>873</Characters>
  <Application>Microsoft Office Outlook</Application>
  <DocSecurity>0</DocSecurity>
  <Lines>0</Lines>
  <Paragraphs>0</Paragraphs>
  <ScaleCrop>false</ScaleCrop>
  <Company> 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Lauren Senske</dc:creator>
  <cp:keywords/>
  <dc:description/>
  <cp:lastModifiedBy>Lauren Senske</cp:lastModifiedBy>
  <cp:revision>4</cp:revision>
  <cp:lastPrinted>2010-09-13T00:58:00Z</cp:lastPrinted>
  <dcterms:created xsi:type="dcterms:W3CDTF">2009-10-15T11:49:00Z</dcterms:created>
  <dcterms:modified xsi:type="dcterms:W3CDTF">2010-09-13T00:59:00Z</dcterms:modified>
</cp:coreProperties>
</file>